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B72" w:rsidRPr="00D81B72" w:rsidRDefault="00D81B72" w:rsidP="00CE3734">
      <w:pPr>
        <w:suppressAutoHyphens/>
        <w:spacing w:line="240" w:lineRule="auto"/>
        <w:ind w:left="-284" w:hanging="142"/>
        <w:jc w:val="center"/>
        <w:rPr>
          <w:rFonts w:asciiTheme="majorHAnsi" w:hAnsiTheme="majorHAnsi" w:cs="Arial"/>
          <w:b/>
          <w:sz w:val="28"/>
          <w:szCs w:val="28"/>
        </w:rPr>
      </w:pPr>
      <w:r w:rsidRPr="00D81B72">
        <w:rPr>
          <w:rFonts w:asciiTheme="majorHAnsi" w:hAnsiTheme="majorHAnsi" w:cs="Arial"/>
          <w:b/>
          <w:sz w:val="28"/>
          <w:szCs w:val="28"/>
        </w:rPr>
        <w:t>Zajištění prohlídek UTZ v období 3/20</w:t>
      </w:r>
      <w:r w:rsidR="00346198">
        <w:rPr>
          <w:rFonts w:asciiTheme="majorHAnsi" w:hAnsiTheme="majorHAnsi" w:cs="Arial"/>
          <w:b/>
          <w:sz w:val="28"/>
          <w:szCs w:val="28"/>
        </w:rPr>
        <w:t>2</w:t>
      </w:r>
      <w:r w:rsidR="00CE3734">
        <w:rPr>
          <w:rFonts w:asciiTheme="majorHAnsi" w:hAnsiTheme="majorHAnsi" w:cs="Arial"/>
          <w:b/>
          <w:sz w:val="28"/>
          <w:szCs w:val="28"/>
        </w:rPr>
        <w:t>2</w:t>
      </w:r>
      <w:r w:rsidR="00346198">
        <w:rPr>
          <w:rFonts w:asciiTheme="majorHAnsi" w:hAnsiTheme="majorHAnsi" w:cs="Arial"/>
          <w:b/>
          <w:sz w:val="28"/>
          <w:szCs w:val="28"/>
        </w:rPr>
        <w:t xml:space="preserve"> </w:t>
      </w:r>
      <w:r w:rsidRPr="00D81B72">
        <w:rPr>
          <w:rFonts w:asciiTheme="majorHAnsi" w:hAnsiTheme="majorHAnsi" w:cs="Arial"/>
          <w:b/>
          <w:sz w:val="28"/>
          <w:szCs w:val="28"/>
        </w:rPr>
        <w:t>-</w:t>
      </w:r>
      <w:r w:rsidR="00346198">
        <w:rPr>
          <w:rFonts w:asciiTheme="majorHAnsi" w:hAnsiTheme="majorHAnsi" w:cs="Arial"/>
          <w:b/>
          <w:sz w:val="28"/>
          <w:szCs w:val="28"/>
        </w:rPr>
        <w:t xml:space="preserve"> </w:t>
      </w:r>
      <w:r w:rsidRPr="00D81B72">
        <w:rPr>
          <w:rFonts w:asciiTheme="majorHAnsi" w:hAnsiTheme="majorHAnsi" w:cs="Arial"/>
          <w:b/>
          <w:sz w:val="28"/>
          <w:szCs w:val="28"/>
        </w:rPr>
        <w:t>2/202</w:t>
      </w:r>
      <w:r w:rsidR="00CE3734">
        <w:rPr>
          <w:rFonts w:asciiTheme="majorHAnsi" w:hAnsiTheme="majorHAnsi" w:cs="Arial"/>
          <w:b/>
          <w:sz w:val="28"/>
          <w:szCs w:val="28"/>
        </w:rPr>
        <w:t>3</w:t>
      </w:r>
      <w:r w:rsidRPr="00D81B72">
        <w:rPr>
          <w:rFonts w:asciiTheme="majorHAnsi" w:hAnsiTheme="majorHAnsi" w:cs="Arial"/>
          <w:b/>
          <w:sz w:val="28"/>
          <w:szCs w:val="28"/>
        </w:rPr>
        <w:t xml:space="preserve"> u </w:t>
      </w:r>
    </w:p>
    <w:p w:rsidR="00D81B72" w:rsidRPr="00D81B72" w:rsidRDefault="00D81B72" w:rsidP="00D81B72">
      <w:pPr>
        <w:suppressAutoHyphens/>
        <w:spacing w:line="240" w:lineRule="auto"/>
        <w:jc w:val="center"/>
        <w:rPr>
          <w:rFonts w:asciiTheme="majorHAnsi" w:hAnsiTheme="majorHAnsi" w:cs="Arial"/>
          <w:b/>
          <w:sz w:val="28"/>
          <w:szCs w:val="28"/>
        </w:rPr>
      </w:pPr>
      <w:r w:rsidRPr="00D81B72">
        <w:rPr>
          <w:rFonts w:asciiTheme="majorHAnsi" w:hAnsiTheme="majorHAnsi" w:cs="Arial"/>
          <w:b/>
          <w:sz w:val="28"/>
          <w:szCs w:val="28"/>
        </w:rPr>
        <w:t>SSZT Brno</w:t>
      </w:r>
    </w:p>
    <w:p w:rsidR="00D81B72" w:rsidRPr="00D81B72" w:rsidRDefault="00D81B72" w:rsidP="00D81B72">
      <w:pPr>
        <w:rPr>
          <w:rFonts w:asciiTheme="majorHAnsi" w:hAnsiTheme="majorHAnsi" w:cs="Arial"/>
          <w:noProof/>
          <w:sz w:val="20"/>
          <w:szCs w:val="20"/>
        </w:rPr>
      </w:pPr>
    </w:p>
    <w:p w:rsidR="00D81B72" w:rsidRPr="00D81B72" w:rsidRDefault="00D81B72" w:rsidP="00D81B72">
      <w:pPr>
        <w:ind w:left="-567"/>
        <w:rPr>
          <w:rFonts w:asciiTheme="majorHAnsi" w:hAnsiTheme="majorHAnsi" w:cs="Arial"/>
          <w:noProof/>
          <w:sz w:val="20"/>
          <w:szCs w:val="20"/>
        </w:rPr>
      </w:pPr>
      <w:r w:rsidRPr="00D81B72">
        <w:rPr>
          <w:rFonts w:asciiTheme="majorHAnsi" w:hAnsiTheme="majorHAnsi" w:cs="Arial"/>
          <w:noProof/>
          <w:sz w:val="20"/>
          <w:szCs w:val="20"/>
        </w:rPr>
        <w:t>Účelem opravné práce je zajištění pravidelných prohlídek a zkoušek určených technických zařízení (UTZ) v provozu dle Vyhl. č. 100/1995 Sb. – bod k) zabezpečovací zařízení, jehož elektrické obvody plní funkci přímého zajišťování bezpečnosti drážní dopravy. Ověřuje se tak jejich technický stav a provozní způsobilost. Prohlídky a zkoušky UTZ v provozu mohou provádět jen fyzické osoby, které mají platné osvědčení o odborné způsobilosti vydané Drážním úřadem.</w:t>
      </w:r>
    </w:p>
    <w:p w:rsidR="00D81B72" w:rsidRPr="00D81B72" w:rsidRDefault="00D81B72" w:rsidP="00D81B72">
      <w:pPr>
        <w:ind w:left="-567"/>
        <w:rPr>
          <w:rFonts w:asciiTheme="majorHAnsi" w:hAnsiTheme="majorHAnsi" w:cs="Arial"/>
          <w:noProof/>
          <w:sz w:val="20"/>
          <w:szCs w:val="20"/>
        </w:rPr>
      </w:pPr>
      <w:r w:rsidRPr="00D81B72">
        <w:rPr>
          <w:rFonts w:asciiTheme="majorHAnsi" w:hAnsiTheme="majorHAnsi" w:cs="Arial"/>
          <w:noProof/>
          <w:sz w:val="20"/>
          <w:szCs w:val="20"/>
        </w:rPr>
        <w:t>Vyjmenovaná UTZ, jejichž prohlídky jsou požadovány období 3/20</w:t>
      </w:r>
      <w:r w:rsidR="00F425FA">
        <w:rPr>
          <w:rFonts w:asciiTheme="majorHAnsi" w:hAnsiTheme="majorHAnsi" w:cs="Arial"/>
          <w:noProof/>
          <w:sz w:val="20"/>
          <w:szCs w:val="20"/>
        </w:rPr>
        <w:t>2</w:t>
      </w:r>
      <w:r w:rsidR="00CE3734">
        <w:rPr>
          <w:rFonts w:asciiTheme="majorHAnsi" w:hAnsiTheme="majorHAnsi" w:cs="Arial"/>
          <w:noProof/>
          <w:sz w:val="20"/>
          <w:szCs w:val="20"/>
        </w:rPr>
        <w:t>2</w:t>
      </w:r>
      <w:r w:rsidRPr="00D81B72">
        <w:rPr>
          <w:rFonts w:asciiTheme="majorHAnsi" w:hAnsiTheme="majorHAnsi" w:cs="Arial"/>
          <w:noProof/>
          <w:sz w:val="20"/>
          <w:szCs w:val="20"/>
        </w:rPr>
        <w:t xml:space="preserve"> – 2/202</w:t>
      </w:r>
      <w:r w:rsidR="00CE3734">
        <w:rPr>
          <w:rFonts w:asciiTheme="majorHAnsi" w:hAnsiTheme="majorHAnsi" w:cs="Arial"/>
          <w:noProof/>
          <w:sz w:val="20"/>
          <w:szCs w:val="20"/>
        </w:rPr>
        <w:t>3</w:t>
      </w:r>
      <w:r w:rsidRPr="00D81B72">
        <w:rPr>
          <w:rFonts w:asciiTheme="majorHAnsi" w:hAnsiTheme="majorHAnsi" w:cs="Arial"/>
          <w:noProof/>
          <w:sz w:val="20"/>
          <w:szCs w:val="20"/>
        </w:rPr>
        <w:t>, vč. mezních termínů realizace prohlídky a zkoušky UTZ:</w:t>
      </w:r>
    </w:p>
    <w:tbl>
      <w:tblPr>
        <w:tblW w:w="9809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261"/>
        <w:gridCol w:w="2977"/>
        <w:gridCol w:w="1559"/>
        <w:gridCol w:w="1303"/>
      </w:tblGrid>
      <w:tr w:rsidR="00CE3734" w:rsidRPr="00CE3734" w:rsidTr="00CE3734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CE3734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  <w:lang w:eastAsia="cs-CZ"/>
              </w:rPr>
              <w:t>Poř</w:t>
            </w:r>
            <w:proofErr w:type="spellEnd"/>
            <w:r w:rsidRPr="00CE3734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  <w:lang w:eastAsia="cs-CZ"/>
              </w:rPr>
              <w:t>Zabezpečovací zařízení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  <w:lang w:eastAsia="cs-CZ"/>
              </w:rPr>
              <w:t>Průkaz UTZ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  <w:lang w:eastAsia="cs-CZ"/>
              </w:rPr>
              <w:t>Platnost UTZ</w:t>
            </w:r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181,337 Brno -Svitavy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1257/00-E.43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31.03.2022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182,324 Brno -Svitavy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0549/98-E.43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31.03.2022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182,828 Brno -Svitavy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0543/98-E.43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31.03.2022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SZZ Strážnice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TEST, 4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výh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1246/02-E.43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11.04.2022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TZZ Strážnice - Sudoměřice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RPB, 1 kolej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1248/02-E.43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11.04.2022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188,870 Brno -Svitavy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0550/98-E.43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12.04.2022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194,412 Brno - Svitavy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staniční (2 koleje),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0540/98-E.43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12.04.2022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213,549 Brno -Svitavy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staniční (2 koleje),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1255/00-E.43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21.04.2022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214,284 Brno -Svitavy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3009/98-E.43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21.04.2022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216,067 Brno -Svitavy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3010/98-E.43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21.04.2022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224,032 Brno -Svitavy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3011/98-E.43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26.04.2022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226,755 Brno -Svitavy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3012/98-E.43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26.04.2022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29,209 Skalice - Chornice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1249/00-E.43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03.05.2022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29,756 Skalice - Chornice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1248/00-E.43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03.05.2022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192,290 Brno -Svitavy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0551/98-E.43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05.05.2022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lastRenderedPageBreak/>
              <w:t>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24,713 Skalice - Chornice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1252/00-E.43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09.05.2022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27,471 Skalice - Chornice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PZZ-EA, 1 kolej,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1251/00-E.43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09.05.2022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AB39FE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</w:t>
            </w:r>
            <w:r w:rsidR="00AB39FE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SZZ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Rakšice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Elektromechanické, 16 výhybek s EMP, 2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0945/97-E.43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23.05.2022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AB39FE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SZZ Kuřim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ESA, 16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výh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. s EMP, 2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2353/18-E.43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02.08.2022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AB39FE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</w:t>
            </w:r>
            <w:r w:rsidR="00AB39FE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SZZ Čejč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TEST, 15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výh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. s EMP, 1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3531/96-E.43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16.08.2022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AB39FE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</w:t>
            </w:r>
            <w:r w:rsidR="00AB39FE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94,200 Břeclav - Hrušovany n/J.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PZZ-RE, 1 kolej,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1563/17-E.43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22.08.2022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AB39FE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</w:t>
            </w:r>
            <w:r w:rsidR="00AB39FE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89,966 Břeclav - Hrušovany n/J.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PZZ-RE, 1 kolej,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1574/17-E.43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24.08.2022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AB39FE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</w:t>
            </w:r>
            <w:r w:rsidR="00AB39FE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90,772 Břeclav - Hrušovany n/J.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PZZ-RE, 1 kolej,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1575/17-E.43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24.08.2022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AB39FE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</w:t>
            </w:r>
            <w:r w:rsidR="00AB39FE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18,751 Hodonín - Zaječí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AŽD 71,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3540/96-E.43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13.09.2022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AB39FE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SZZ Blansko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ETB, 21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výh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. S EMP, 2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5215/97-E.43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21.09.2022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AB39FE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SZZ Mutěnice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RZZ, 10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výh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. s EMP, 2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3524/96-E.43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19.10.2022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</w:t>
            </w:r>
            <w:r w:rsidR="00AB39FE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30,412 Hodonín - Zaječí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VÚD s PN,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2392/96-E.43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25.10.2022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AB39FE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SZZ Brno-Černovice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RZZ, 8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výh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7529/96-E.43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29.10.2022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AB39FE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112,390 Břeclav - Hrušovany n/J.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AŽD 71,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2652/02-E.43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15.11.2022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AB39FE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</w:t>
            </w:r>
            <w:r w:rsidR="00AB39FE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PZS km 62,182 Brno - Veselí n/M.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PZZ-RE,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0856/13-E.43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19.11.2022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AB39FE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</w:t>
            </w:r>
            <w:r w:rsidR="00AB39FE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SZZ Brno Královo Pole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RZZ, 30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výh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. s EMP, 3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1824/96-E.43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04.01.2023</w:t>
            </w:r>
            <w:proofErr w:type="gramEnd"/>
          </w:p>
        </w:tc>
      </w:tr>
      <w:tr w:rsidR="00CE3734" w:rsidRPr="00CE3734" w:rsidTr="00CE3734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AB39FE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SZZ Rájec Jestřebí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ETB, 21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výh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 xml:space="preserve">. S EMP, 6 </w:t>
            </w:r>
            <w:proofErr w:type="spell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0506/98-E.43</w:t>
            </w:r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34" w:rsidRPr="00CE3734" w:rsidRDefault="00CE3734" w:rsidP="00CE3734">
            <w:pPr>
              <w:spacing w:after="0" w:line="240" w:lineRule="auto"/>
              <w:jc w:val="center"/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</w:pPr>
            <w:proofErr w:type="gramStart"/>
            <w:r w:rsidRPr="00CE3734">
              <w:rPr>
                <w:rFonts w:asciiTheme="majorHAnsi" w:eastAsia="Times New Roman" w:hAnsiTheme="majorHAnsi" w:cs="Arial CE"/>
                <w:sz w:val="20"/>
                <w:szCs w:val="20"/>
                <w:lang w:eastAsia="cs-CZ"/>
              </w:rPr>
              <w:t>19.01.2023</w:t>
            </w:r>
            <w:proofErr w:type="gramEnd"/>
          </w:p>
        </w:tc>
      </w:tr>
    </w:tbl>
    <w:p w:rsidR="00CE3734" w:rsidRDefault="00CE3734" w:rsidP="00D81B72">
      <w:pPr>
        <w:rPr>
          <w:rFonts w:asciiTheme="majorHAnsi" w:hAnsiTheme="majorHAnsi" w:cs="Arial"/>
          <w:sz w:val="22"/>
        </w:rPr>
      </w:pPr>
    </w:p>
    <w:p w:rsidR="00346198" w:rsidRDefault="00D81B72" w:rsidP="00D81B72">
      <w:pPr>
        <w:ind w:left="-567"/>
        <w:rPr>
          <w:rFonts w:asciiTheme="majorHAnsi" w:hAnsiTheme="majorHAnsi" w:cs="Arial"/>
          <w:noProof/>
          <w:sz w:val="20"/>
          <w:szCs w:val="20"/>
        </w:rPr>
      </w:pPr>
      <w:r w:rsidRPr="00D81B72">
        <w:rPr>
          <w:rFonts w:asciiTheme="majorHAnsi" w:hAnsiTheme="majorHAnsi" w:cs="Arial"/>
          <w:noProof/>
          <w:sz w:val="20"/>
          <w:szCs w:val="20"/>
        </w:rPr>
        <w:t>Protokoly o provedených prohlídkách a zkouškách UTZ budou vyhotoveny</w:t>
      </w:r>
      <w:r w:rsidR="00346198">
        <w:rPr>
          <w:rFonts w:asciiTheme="majorHAnsi" w:hAnsiTheme="majorHAnsi" w:cs="Arial"/>
          <w:noProof/>
          <w:sz w:val="20"/>
          <w:szCs w:val="20"/>
        </w:rPr>
        <w:t>:</w:t>
      </w:r>
    </w:p>
    <w:p w:rsidR="00D81B72" w:rsidRDefault="00D81B72" w:rsidP="00346198">
      <w:pPr>
        <w:pStyle w:val="Odstavecseseznamem"/>
        <w:numPr>
          <w:ilvl w:val="0"/>
          <w:numId w:val="34"/>
        </w:numPr>
        <w:rPr>
          <w:rFonts w:asciiTheme="majorHAnsi" w:hAnsiTheme="majorHAnsi" w:cs="Arial"/>
          <w:noProof/>
          <w:sz w:val="20"/>
          <w:szCs w:val="20"/>
        </w:rPr>
      </w:pPr>
      <w:r w:rsidRPr="00346198">
        <w:rPr>
          <w:rFonts w:asciiTheme="majorHAnsi" w:hAnsiTheme="majorHAnsi" w:cs="Arial"/>
          <w:noProof/>
          <w:sz w:val="20"/>
          <w:szCs w:val="20"/>
        </w:rPr>
        <w:t>dle Vyhl. č. 100/1995 Sb. ve třech provedeních. Jeden výtisk si ponechá oprávněná odborně způsobilá osoba, která zkoušku provedla, dva výtisky budou předány SSZT Brno, která zajistí předání jednoho výtisku Drážnímu úřadu</w:t>
      </w:r>
      <w:r w:rsidR="00346198">
        <w:rPr>
          <w:rFonts w:asciiTheme="majorHAnsi" w:hAnsiTheme="majorHAnsi" w:cs="Arial"/>
          <w:noProof/>
          <w:sz w:val="20"/>
          <w:szCs w:val="20"/>
        </w:rPr>
        <w:t>, popř.</w:t>
      </w:r>
    </w:p>
    <w:p w:rsidR="00346198" w:rsidRDefault="00346198" w:rsidP="00346198">
      <w:pPr>
        <w:pStyle w:val="Odstavecseseznamem"/>
        <w:ind w:left="-207"/>
        <w:rPr>
          <w:rFonts w:asciiTheme="majorHAnsi" w:hAnsiTheme="majorHAnsi" w:cs="Arial"/>
          <w:noProof/>
          <w:sz w:val="20"/>
          <w:szCs w:val="20"/>
        </w:rPr>
      </w:pPr>
    </w:p>
    <w:p w:rsidR="00346198" w:rsidRPr="00346198" w:rsidRDefault="00346198" w:rsidP="00346198">
      <w:pPr>
        <w:pStyle w:val="Odstavecseseznamem"/>
        <w:numPr>
          <w:ilvl w:val="0"/>
          <w:numId w:val="34"/>
        </w:numPr>
        <w:spacing w:before="120"/>
        <w:ind w:left="-210" w:hanging="357"/>
        <w:rPr>
          <w:rFonts w:asciiTheme="majorHAnsi" w:hAnsiTheme="majorHAnsi" w:cs="Arial"/>
          <w:noProof/>
          <w:sz w:val="20"/>
          <w:szCs w:val="20"/>
        </w:rPr>
      </w:pPr>
      <w:r>
        <w:rPr>
          <w:rFonts w:asciiTheme="majorHAnsi" w:hAnsiTheme="majorHAnsi" w:cs="Arial"/>
          <w:noProof/>
          <w:sz w:val="20"/>
          <w:szCs w:val="20"/>
        </w:rPr>
        <w:t xml:space="preserve">v digitální uzavřené verzi s elektronickým podpisem zaslané na adresu </w:t>
      </w:r>
      <w:hyperlink r:id="rId11" w:history="1">
        <w:r w:rsidRPr="00755C80">
          <w:rPr>
            <w:rStyle w:val="Hypertextovodkaz"/>
            <w:rFonts w:asciiTheme="majorHAnsi" w:hAnsiTheme="majorHAnsi" w:cs="Arial"/>
            <w:noProof/>
            <w:sz w:val="20"/>
            <w:szCs w:val="20"/>
          </w:rPr>
          <w:t>Chromym@spravazeleznic.cz</w:t>
        </w:r>
      </w:hyperlink>
      <w:r>
        <w:rPr>
          <w:rFonts w:asciiTheme="majorHAnsi" w:hAnsiTheme="majorHAnsi" w:cs="Arial"/>
          <w:noProof/>
          <w:sz w:val="20"/>
          <w:szCs w:val="20"/>
        </w:rPr>
        <w:t>. Distribuci protokolu Drážnímu úřadu zajistí SSZT Brno.</w:t>
      </w:r>
    </w:p>
    <w:p w:rsidR="00D81B72" w:rsidRPr="00D81B72" w:rsidRDefault="00AB39FE" w:rsidP="00D81B72">
      <w:pPr>
        <w:ind w:left="-567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Březen </w:t>
      </w:r>
      <w:r w:rsidR="00D81B72" w:rsidRPr="00D81B72">
        <w:rPr>
          <w:rFonts w:asciiTheme="majorHAnsi" w:hAnsiTheme="majorHAnsi" w:cs="Arial"/>
          <w:sz w:val="20"/>
          <w:szCs w:val="20"/>
        </w:rPr>
        <w:t>20</w:t>
      </w:r>
      <w:r w:rsidR="00D81B72">
        <w:rPr>
          <w:rFonts w:asciiTheme="majorHAnsi" w:hAnsiTheme="majorHAnsi" w:cs="Arial"/>
          <w:sz w:val="20"/>
          <w:szCs w:val="20"/>
        </w:rPr>
        <w:t>2</w:t>
      </w:r>
      <w:r w:rsidR="00CE3734">
        <w:rPr>
          <w:rFonts w:asciiTheme="majorHAnsi" w:hAnsiTheme="majorHAnsi" w:cs="Arial"/>
          <w:sz w:val="20"/>
          <w:szCs w:val="20"/>
        </w:rPr>
        <w:t>2</w:t>
      </w:r>
      <w:r w:rsidR="00D81B72" w:rsidRPr="00D81B72">
        <w:rPr>
          <w:rFonts w:asciiTheme="majorHAnsi" w:hAnsiTheme="majorHAnsi" w:cs="Arial"/>
          <w:sz w:val="20"/>
          <w:szCs w:val="20"/>
        </w:rPr>
        <w:tab/>
      </w:r>
      <w:r w:rsidR="00D81B72" w:rsidRPr="00D81B72">
        <w:rPr>
          <w:rFonts w:asciiTheme="majorHAnsi" w:hAnsiTheme="majorHAnsi" w:cs="Arial"/>
          <w:sz w:val="20"/>
          <w:szCs w:val="20"/>
        </w:rPr>
        <w:tab/>
      </w: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:rsid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:rsidR="00AB39FE" w:rsidRDefault="00AB39FE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  <w:bookmarkStart w:id="0" w:name="_GoBack"/>
      <w:bookmarkEnd w:id="0"/>
    </w:p>
    <w:p w:rsidR="00AB39FE" w:rsidRDefault="00AB39FE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   </w:t>
      </w:r>
      <w:r w:rsidRPr="00D81B72">
        <w:rPr>
          <w:rFonts w:asciiTheme="majorHAnsi" w:hAnsiTheme="majorHAnsi" w:cs="Arial"/>
          <w:sz w:val="22"/>
        </w:rPr>
        <w:t xml:space="preserve"> ……………………………</w:t>
      </w: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</w:rPr>
      </w:pPr>
      <w:r w:rsidRPr="00D81B72">
        <w:rPr>
          <w:rFonts w:asciiTheme="majorHAnsi" w:hAnsiTheme="majorHAnsi" w:cs="Arial"/>
          <w:sz w:val="20"/>
          <w:szCs w:val="20"/>
        </w:rPr>
        <w:t xml:space="preserve">    Ing. Zdeněk Homola</w:t>
      </w:r>
      <w:r w:rsidRPr="00D81B72">
        <w:rPr>
          <w:rFonts w:asciiTheme="majorHAnsi" w:hAnsiTheme="majorHAnsi" w:cs="Arial"/>
          <w:sz w:val="20"/>
          <w:szCs w:val="20"/>
        </w:rPr>
        <w:br/>
      </w:r>
      <w:r w:rsidRPr="00D81B72">
        <w:rPr>
          <w:rFonts w:asciiTheme="majorHAnsi" w:hAnsiTheme="majorHAnsi" w:cs="Arial"/>
          <w:sz w:val="22"/>
        </w:rPr>
        <w:t xml:space="preserve">    </w:t>
      </w:r>
      <w:r w:rsidRPr="00D81B72">
        <w:rPr>
          <w:rFonts w:asciiTheme="majorHAnsi" w:hAnsiTheme="majorHAnsi" w:cs="Arial"/>
        </w:rPr>
        <w:t>přednosta SSZT Brno</w:t>
      </w:r>
    </w:p>
    <w:p w:rsidR="00D81B72" w:rsidRPr="00D81B72" w:rsidRDefault="00D81B72" w:rsidP="00AB39FE">
      <w:pPr>
        <w:spacing w:after="0" w:line="240" w:lineRule="auto"/>
        <w:ind w:left="-567"/>
        <w:rPr>
          <w:rFonts w:asciiTheme="majorHAnsi" w:hAnsiTheme="majorHAnsi"/>
        </w:rPr>
      </w:pPr>
      <w:r w:rsidRPr="00D81B72">
        <w:rPr>
          <w:rFonts w:asciiTheme="majorHAnsi" w:hAnsiTheme="majorHAnsi" w:cs="Arial"/>
        </w:rPr>
        <w:t xml:space="preserve">   Oblastní ředitelství Brno </w:t>
      </w:r>
    </w:p>
    <w:sectPr w:rsidR="00D81B72" w:rsidRPr="00D81B72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A49" w:rsidRDefault="008C5A49" w:rsidP="00962258">
      <w:pPr>
        <w:spacing w:after="0" w:line="240" w:lineRule="auto"/>
      </w:pPr>
      <w:r>
        <w:separator/>
      </w:r>
    </w:p>
  </w:endnote>
  <w:endnote w:type="continuationSeparator" w:id="0">
    <w:p w:rsidR="008C5A49" w:rsidRDefault="008C5A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39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39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A0C68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99D27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39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39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46198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:rsidR="00D94D7D" w:rsidRDefault="00D94D7D" w:rsidP="00460660">
          <w:pPr>
            <w:pStyle w:val="Zpat"/>
          </w:pPr>
          <w:proofErr w:type="gramStart"/>
          <w:r w:rsidRPr="00AA78CD">
            <w:rPr>
              <w:b/>
            </w:rPr>
            <w:t>611 43  Brno</w:t>
          </w:r>
          <w:proofErr w:type="gramEnd"/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A28EAB" wp14:editId="674810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2B8BA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A78164" wp14:editId="7F1BC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277BB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A49" w:rsidRDefault="008C5A49" w:rsidP="00962258">
      <w:pPr>
        <w:spacing w:after="0" w:line="240" w:lineRule="auto"/>
      </w:pPr>
      <w:r>
        <w:separator/>
      </w:r>
    </w:p>
  </w:footnote>
  <w:footnote w:type="continuationSeparator" w:id="0">
    <w:p w:rsidR="008C5A49" w:rsidRDefault="008C5A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C7ADE"/>
    <w:multiLevelType w:val="hybridMultilevel"/>
    <w:tmpl w:val="F38AABCE"/>
    <w:lvl w:ilvl="0" w:tplc="90EE6512">
      <w:start w:val="24"/>
      <w:numFmt w:val="bullet"/>
      <w:lvlText w:val="-"/>
      <w:lvlJc w:val="left"/>
      <w:pPr>
        <w:ind w:left="-207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A4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59D4"/>
    <w:rsid w:val="00207DF5"/>
    <w:rsid w:val="00280E07"/>
    <w:rsid w:val="002C31BF"/>
    <w:rsid w:val="002D08B1"/>
    <w:rsid w:val="002E0CD7"/>
    <w:rsid w:val="00341DCF"/>
    <w:rsid w:val="00346198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1B79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17A"/>
    <w:rsid w:val="0055198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52F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5A49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A78CD"/>
    <w:rsid w:val="00AB39FE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3734"/>
    <w:rsid w:val="00D21061"/>
    <w:rsid w:val="00D4108E"/>
    <w:rsid w:val="00D6163D"/>
    <w:rsid w:val="00D73D46"/>
    <w:rsid w:val="00D81B72"/>
    <w:rsid w:val="00D831A3"/>
    <w:rsid w:val="00D94D7D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25FA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3FA55D"/>
  <w14:defaultImageDpi w14:val="32767"/>
  <w15:docId w15:val="{48248F72-1D24-45B5-9A60-0D60C5004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romym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NFO-SDC\MUSTRY\Nov&#253;%20n&#225;zev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13E109-B2FC-4C21-886F-302DE9A4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název.dotx</Template>
  <TotalTime>3</TotalTime>
  <Pages>2</Pages>
  <Words>573</Words>
  <Characters>3385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Chromý Marek, Ing.</dc:creator>
  <cp:lastModifiedBy>Chromý Marek, Ing.</cp:lastModifiedBy>
  <cp:revision>3</cp:revision>
  <cp:lastPrinted>2017-11-28T17:18:00Z</cp:lastPrinted>
  <dcterms:created xsi:type="dcterms:W3CDTF">2022-03-08T12:34:00Z</dcterms:created>
  <dcterms:modified xsi:type="dcterms:W3CDTF">2022-03-08T12:37:00Z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